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E33" w:rsidRPr="00CE0243" w:rsidRDefault="00480E33" w:rsidP="005B35CD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 xml:space="preserve">Set 2: </w:t>
      </w:r>
      <w:r w:rsidRPr="001E27F6">
        <w:rPr>
          <w:rFonts w:ascii="Segoe UI Light" w:hAnsi="Segoe UI Light" w:cs="Segoe UI Light"/>
          <w:sz w:val="36"/>
        </w:rPr>
        <w:t>Prefixes: ‘ass’, ‘aff’, ‘att’</w:t>
      </w:r>
    </w:p>
    <w:tbl>
      <w:tblPr>
        <w:tblpPr w:leftFromText="180" w:rightFromText="180" w:vertAnchor="page" w:horzAnchor="margin" w:tblpXSpec="center" w:tblpY="19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4"/>
        <w:gridCol w:w="2703"/>
        <w:gridCol w:w="2311"/>
        <w:gridCol w:w="2311"/>
      </w:tblGrid>
      <w:tr w:rsidR="00480E33" w:rsidRPr="00CC5198" w:rsidTr="00CC5198">
        <w:tc>
          <w:tcPr>
            <w:tcW w:w="2694" w:type="dxa"/>
          </w:tcPr>
          <w:p w:rsidR="00480E33" w:rsidRPr="00CC5198" w:rsidRDefault="00480E33" w:rsidP="00CC5198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CC5198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480E33" w:rsidRPr="00CC5198" w:rsidRDefault="00480E33" w:rsidP="00CC5198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CC5198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CC5198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CC5198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480E33" w:rsidRPr="00CC5198" w:rsidRDefault="00480E33" w:rsidP="00CC5198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CC5198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CC5198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CC5198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480E33" w:rsidRPr="00CC5198" w:rsidRDefault="00480E33" w:rsidP="00CC5198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CC5198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CC5198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CC5198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480E33" w:rsidRPr="00CC5198" w:rsidTr="00CC5198">
        <w:tc>
          <w:tcPr>
            <w:tcW w:w="2694" w:type="dxa"/>
          </w:tcPr>
          <w:p w:rsidR="00480E33" w:rsidRPr="00CC5198" w:rsidRDefault="00480E33" w:rsidP="00CC519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CC5198">
              <w:rPr>
                <w:rFonts w:ascii="Segoe UI Light" w:hAnsi="Segoe UI Light" w:cs="Segoe UI Light"/>
                <w:sz w:val="36"/>
                <w:szCs w:val="36"/>
              </w:rPr>
              <w:t xml:space="preserve">assemble </w:t>
            </w:r>
          </w:p>
        </w:tc>
        <w:tc>
          <w:tcPr>
            <w:tcW w:w="2703" w:type="dxa"/>
          </w:tcPr>
          <w:p w:rsidR="00480E33" w:rsidRPr="00CC5198" w:rsidRDefault="00480E33" w:rsidP="00CC519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80E33" w:rsidRPr="00CC5198" w:rsidRDefault="00480E33" w:rsidP="00CC519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80E33" w:rsidRPr="00CC5198" w:rsidRDefault="00480E33" w:rsidP="00CC519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80E33" w:rsidRPr="00CC5198" w:rsidTr="00CC5198">
        <w:tc>
          <w:tcPr>
            <w:tcW w:w="2694" w:type="dxa"/>
          </w:tcPr>
          <w:p w:rsidR="00480E33" w:rsidRPr="00CC5198" w:rsidRDefault="00480E33" w:rsidP="00CC519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CC5198">
              <w:rPr>
                <w:rFonts w:ascii="Segoe UI Light" w:hAnsi="Segoe UI Light" w:cs="Segoe UI Light"/>
                <w:sz w:val="36"/>
                <w:szCs w:val="36"/>
              </w:rPr>
              <w:t xml:space="preserve">assembly </w:t>
            </w:r>
          </w:p>
        </w:tc>
        <w:tc>
          <w:tcPr>
            <w:tcW w:w="2703" w:type="dxa"/>
          </w:tcPr>
          <w:p w:rsidR="00480E33" w:rsidRPr="00CC5198" w:rsidRDefault="00480E33" w:rsidP="00CC519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80E33" w:rsidRPr="00CC5198" w:rsidRDefault="00480E33" w:rsidP="00CC519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80E33" w:rsidRPr="00CC5198" w:rsidRDefault="00480E33" w:rsidP="00CC519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80E33" w:rsidRPr="00CC5198" w:rsidTr="00CC5198">
        <w:tc>
          <w:tcPr>
            <w:tcW w:w="2694" w:type="dxa"/>
          </w:tcPr>
          <w:p w:rsidR="00480E33" w:rsidRPr="00CC5198" w:rsidRDefault="00480E33" w:rsidP="00CC519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CC5198">
              <w:rPr>
                <w:rFonts w:ascii="Segoe UI Light" w:hAnsi="Segoe UI Light" w:cs="Segoe UI Light"/>
                <w:sz w:val="36"/>
                <w:szCs w:val="36"/>
              </w:rPr>
              <w:t xml:space="preserve">assort </w:t>
            </w:r>
          </w:p>
        </w:tc>
        <w:tc>
          <w:tcPr>
            <w:tcW w:w="2703" w:type="dxa"/>
          </w:tcPr>
          <w:p w:rsidR="00480E33" w:rsidRPr="00CC5198" w:rsidRDefault="00480E33" w:rsidP="00CC519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80E33" w:rsidRPr="00CC5198" w:rsidRDefault="00480E33" w:rsidP="00CC519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80E33" w:rsidRPr="00CC5198" w:rsidRDefault="00480E33" w:rsidP="00CC519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80E33" w:rsidRPr="00CC5198" w:rsidTr="00CC5198">
        <w:tc>
          <w:tcPr>
            <w:tcW w:w="2694" w:type="dxa"/>
          </w:tcPr>
          <w:p w:rsidR="00480E33" w:rsidRPr="00CC5198" w:rsidRDefault="00480E33" w:rsidP="00CC519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CC5198">
              <w:rPr>
                <w:rFonts w:ascii="Segoe UI Light" w:hAnsi="Segoe UI Light" w:cs="Segoe UI Light"/>
                <w:sz w:val="36"/>
                <w:szCs w:val="36"/>
              </w:rPr>
              <w:t xml:space="preserve">assortment </w:t>
            </w:r>
          </w:p>
        </w:tc>
        <w:tc>
          <w:tcPr>
            <w:tcW w:w="2703" w:type="dxa"/>
          </w:tcPr>
          <w:p w:rsidR="00480E33" w:rsidRPr="00CC5198" w:rsidRDefault="00480E33" w:rsidP="00CC519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80E33" w:rsidRPr="00CC5198" w:rsidRDefault="00480E33" w:rsidP="00CC519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80E33" w:rsidRPr="00CC5198" w:rsidRDefault="00480E33" w:rsidP="00CC519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80E33" w:rsidRPr="00CC5198" w:rsidTr="00CC5198">
        <w:tc>
          <w:tcPr>
            <w:tcW w:w="2694" w:type="dxa"/>
          </w:tcPr>
          <w:p w:rsidR="00480E33" w:rsidRPr="00CC5198" w:rsidRDefault="00480E33" w:rsidP="00CC519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CC5198">
              <w:rPr>
                <w:rFonts w:ascii="Segoe UI Light" w:hAnsi="Segoe UI Light" w:cs="Segoe UI Light"/>
                <w:sz w:val="36"/>
                <w:szCs w:val="36"/>
              </w:rPr>
              <w:t xml:space="preserve">attend </w:t>
            </w:r>
          </w:p>
        </w:tc>
        <w:tc>
          <w:tcPr>
            <w:tcW w:w="2703" w:type="dxa"/>
          </w:tcPr>
          <w:p w:rsidR="00480E33" w:rsidRPr="00CC5198" w:rsidRDefault="00480E33" w:rsidP="00CC519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80E33" w:rsidRPr="00CC5198" w:rsidRDefault="00480E33" w:rsidP="00CC519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80E33" w:rsidRPr="00CC5198" w:rsidRDefault="00480E33" w:rsidP="00CC519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80E33" w:rsidRPr="00CC5198" w:rsidTr="00CC5198">
        <w:tc>
          <w:tcPr>
            <w:tcW w:w="2694" w:type="dxa"/>
          </w:tcPr>
          <w:p w:rsidR="00480E33" w:rsidRPr="00CC5198" w:rsidRDefault="00480E33" w:rsidP="00CC5198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</w:rPr>
            </w:pPr>
            <w:r w:rsidRPr="00CC5198">
              <w:rPr>
                <w:rFonts w:ascii="Segoe UI Light" w:hAnsi="Segoe UI Light" w:cs="Segoe UI Light"/>
                <w:b w:val="0"/>
              </w:rPr>
              <w:t xml:space="preserve">attendant </w:t>
            </w:r>
          </w:p>
        </w:tc>
        <w:tc>
          <w:tcPr>
            <w:tcW w:w="2703" w:type="dxa"/>
          </w:tcPr>
          <w:p w:rsidR="00480E33" w:rsidRPr="00CC5198" w:rsidRDefault="00480E33" w:rsidP="00CC519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80E33" w:rsidRPr="00CC5198" w:rsidRDefault="00480E33" w:rsidP="00CC519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80E33" w:rsidRPr="00CC5198" w:rsidRDefault="00480E33" w:rsidP="00CC519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80E33" w:rsidRPr="00CC5198" w:rsidTr="00CC5198">
        <w:tc>
          <w:tcPr>
            <w:tcW w:w="2694" w:type="dxa"/>
          </w:tcPr>
          <w:p w:rsidR="00480E33" w:rsidRPr="00CC5198" w:rsidRDefault="00480E33" w:rsidP="00CC5198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CC5198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 xml:space="preserve">afflict </w:t>
            </w:r>
          </w:p>
        </w:tc>
        <w:tc>
          <w:tcPr>
            <w:tcW w:w="2703" w:type="dxa"/>
          </w:tcPr>
          <w:p w:rsidR="00480E33" w:rsidRPr="00CC5198" w:rsidRDefault="00480E33" w:rsidP="00CC519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80E33" w:rsidRPr="00CC5198" w:rsidRDefault="00480E33" w:rsidP="00CC519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80E33" w:rsidRPr="00CC5198" w:rsidRDefault="00480E33" w:rsidP="00CC519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80E33" w:rsidRPr="00CC5198" w:rsidTr="00CC5198">
        <w:tc>
          <w:tcPr>
            <w:tcW w:w="2694" w:type="dxa"/>
          </w:tcPr>
          <w:p w:rsidR="00480E33" w:rsidRPr="00CC5198" w:rsidRDefault="00480E33" w:rsidP="00CC5198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CC5198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 xml:space="preserve">affliction </w:t>
            </w:r>
          </w:p>
        </w:tc>
        <w:tc>
          <w:tcPr>
            <w:tcW w:w="2703" w:type="dxa"/>
          </w:tcPr>
          <w:p w:rsidR="00480E33" w:rsidRPr="00CC5198" w:rsidRDefault="00480E33" w:rsidP="00CC519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80E33" w:rsidRPr="00CC5198" w:rsidRDefault="00480E33" w:rsidP="00CC519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80E33" w:rsidRPr="00CC5198" w:rsidRDefault="00480E33" w:rsidP="00CC519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80E33" w:rsidRPr="00CC5198" w:rsidTr="00CC5198">
        <w:tc>
          <w:tcPr>
            <w:tcW w:w="2694" w:type="dxa"/>
          </w:tcPr>
          <w:p w:rsidR="00480E33" w:rsidRPr="00CC5198" w:rsidRDefault="00480E33" w:rsidP="00CC5198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CC5198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 xml:space="preserve">assess </w:t>
            </w:r>
          </w:p>
        </w:tc>
        <w:tc>
          <w:tcPr>
            <w:tcW w:w="2703" w:type="dxa"/>
          </w:tcPr>
          <w:p w:rsidR="00480E33" w:rsidRPr="00CC5198" w:rsidRDefault="00480E33" w:rsidP="00CC519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80E33" w:rsidRPr="00CC5198" w:rsidRDefault="00480E33" w:rsidP="00CC519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80E33" w:rsidRPr="00CC5198" w:rsidRDefault="00480E33" w:rsidP="00CC519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80E33" w:rsidRPr="00CC5198" w:rsidTr="00CC5198">
        <w:tc>
          <w:tcPr>
            <w:tcW w:w="2694" w:type="dxa"/>
          </w:tcPr>
          <w:p w:rsidR="00480E33" w:rsidRPr="00CC5198" w:rsidRDefault="00480E33" w:rsidP="00CC5198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CC5198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 xml:space="preserve">assessment </w:t>
            </w:r>
          </w:p>
        </w:tc>
        <w:tc>
          <w:tcPr>
            <w:tcW w:w="2703" w:type="dxa"/>
          </w:tcPr>
          <w:p w:rsidR="00480E33" w:rsidRPr="00CC5198" w:rsidRDefault="00480E33" w:rsidP="00CC519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80E33" w:rsidRPr="00CC5198" w:rsidRDefault="00480E33" w:rsidP="00CC519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80E33" w:rsidRPr="00CC5198" w:rsidRDefault="00480E33" w:rsidP="00CC519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80E33" w:rsidRPr="00CC5198" w:rsidTr="00CC5198">
        <w:tc>
          <w:tcPr>
            <w:tcW w:w="2694" w:type="dxa"/>
          </w:tcPr>
          <w:p w:rsidR="00480E33" w:rsidRPr="00CC5198" w:rsidRDefault="00480E33" w:rsidP="00CC5198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CC5198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 xml:space="preserve">affix </w:t>
            </w:r>
          </w:p>
        </w:tc>
        <w:tc>
          <w:tcPr>
            <w:tcW w:w="2703" w:type="dxa"/>
          </w:tcPr>
          <w:p w:rsidR="00480E33" w:rsidRPr="00CC5198" w:rsidRDefault="00480E33" w:rsidP="00CC519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80E33" w:rsidRPr="00CC5198" w:rsidRDefault="00480E33" w:rsidP="00CC519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80E33" w:rsidRPr="00CC5198" w:rsidRDefault="00480E33" w:rsidP="00CC519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80E33" w:rsidRPr="00CC5198" w:rsidTr="00CC5198">
        <w:tc>
          <w:tcPr>
            <w:tcW w:w="2694" w:type="dxa"/>
          </w:tcPr>
          <w:p w:rsidR="00480E33" w:rsidRPr="00CC5198" w:rsidRDefault="00480E33" w:rsidP="00CC5198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CC5198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>affirm</w:t>
            </w:r>
            <w:bookmarkStart w:id="0" w:name="_GoBack"/>
            <w:bookmarkEnd w:id="0"/>
          </w:p>
        </w:tc>
        <w:tc>
          <w:tcPr>
            <w:tcW w:w="2703" w:type="dxa"/>
          </w:tcPr>
          <w:p w:rsidR="00480E33" w:rsidRPr="00CC5198" w:rsidRDefault="00480E33" w:rsidP="00CC519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80E33" w:rsidRPr="00CC5198" w:rsidRDefault="00480E33" w:rsidP="00CC519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80E33" w:rsidRPr="00CC5198" w:rsidRDefault="00480E33" w:rsidP="00CC519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480E33" w:rsidRPr="00F07B5A" w:rsidRDefault="00480E33">
      <w:pPr>
        <w:rPr>
          <w:rFonts w:ascii="Segoe UI Light" w:hAnsi="Segoe UI Light" w:cs="Segoe UI Light"/>
          <w:sz w:val="36"/>
          <w:szCs w:val="36"/>
        </w:rPr>
      </w:pPr>
    </w:p>
    <w:sectPr w:rsidR="00480E33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E33" w:rsidRDefault="00480E33">
      <w:r>
        <w:separator/>
      </w:r>
    </w:p>
  </w:endnote>
  <w:endnote w:type="continuationSeparator" w:id="0">
    <w:p w:rsidR="00480E33" w:rsidRDefault="00480E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E33" w:rsidRDefault="00480E33" w:rsidP="0056778C">
    <w:pPr>
      <w:pStyle w:val="Footer"/>
    </w:pPr>
    <w:r>
      <w:t>Swaffield Primary School 2014</w:t>
    </w:r>
  </w:p>
  <w:p w:rsidR="00480E33" w:rsidRDefault="00480E3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E33" w:rsidRDefault="00480E33">
      <w:r>
        <w:separator/>
      </w:r>
    </w:p>
  </w:footnote>
  <w:footnote w:type="continuationSeparator" w:id="0">
    <w:p w:rsidR="00480E33" w:rsidRDefault="00480E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717F2"/>
    <w:rsid w:val="000A4078"/>
    <w:rsid w:val="000D68B6"/>
    <w:rsid w:val="0011235B"/>
    <w:rsid w:val="001336E2"/>
    <w:rsid w:val="001822D1"/>
    <w:rsid w:val="001B1BB7"/>
    <w:rsid w:val="001D28B2"/>
    <w:rsid w:val="001E27F6"/>
    <w:rsid w:val="00231321"/>
    <w:rsid w:val="00235594"/>
    <w:rsid w:val="00253CB0"/>
    <w:rsid w:val="00264602"/>
    <w:rsid w:val="002913D2"/>
    <w:rsid w:val="002F2831"/>
    <w:rsid w:val="003068BA"/>
    <w:rsid w:val="003307A2"/>
    <w:rsid w:val="0034462B"/>
    <w:rsid w:val="003943D9"/>
    <w:rsid w:val="003A498D"/>
    <w:rsid w:val="003A7F62"/>
    <w:rsid w:val="0041764F"/>
    <w:rsid w:val="00420E7A"/>
    <w:rsid w:val="00451747"/>
    <w:rsid w:val="00462340"/>
    <w:rsid w:val="0047379F"/>
    <w:rsid w:val="00480E33"/>
    <w:rsid w:val="00491D0B"/>
    <w:rsid w:val="00493A32"/>
    <w:rsid w:val="004A72FC"/>
    <w:rsid w:val="004D2482"/>
    <w:rsid w:val="00522363"/>
    <w:rsid w:val="00550399"/>
    <w:rsid w:val="0056778C"/>
    <w:rsid w:val="005B06F6"/>
    <w:rsid w:val="005B35CD"/>
    <w:rsid w:val="005F2137"/>
    <w:rsid w:val="00607F53"/>
    <w:rsid w:val="00615DE4"/>
    <w:rsid w:val="00634FAB"/>
    <w:rsid w:val="00652B21"/>
    <w:rsid w:val="00655063"/>
    <w:rsid w:val="006912C6"/>
    <w:rsid w:val="006A2188"/>
    <w:rsid w:val="007606DF"/>
    <w:rsid w:val="00760AE0"/>
    <w:rsid w:val="00776EEF"/>
    <w:rsid w:val="00796625"/>
    <w:rsid w:val="007B641D"/>
    <w:rsid w:val="00886C0C"/>
    <w:rsid w:val="008B1CED"/>
    <w:rsid w:val="008B3CA7"/>
    <w:rsid w:val="008D72A7"/>
    <w:rsid w:val="008E2DF9"/>
    <w:rsid w:val="008F6B43"/>
    <w:rsid w:val="009C6766"/>
    <w:rsid w:val="00A806E2"/>
    <w:rsid w:val="00AD60DA"/>
    <w:rsid w:val="00B31C91"/>
    <w:rsid w:val="00B47958"/>
    <w:rsid w:val="00B94746"/>
    <w:rsid w:val="00B973E0"/>
    <w:rsid w:val="00C612DE"/>
    <w:rsid w:val="00C65D11"/>
    <w:rsid w:val="00C806C9"/>
    <w:rsid w:val="00C81C52"/>
    <w:rsid w:val="00CC5198"/>
    <w:rsid w:val="00CD1022"/>
    <w:rsid w:val="00CD7AFE"/>
    <w:rsid w:val="00CE0243"/>
    <w:rsid w:val="00CF4789"/>
    <w:rsid w:val="00CF7B1F"/>
    <w:rsid w:val="00D37ABB"/>
    <w:rsid w:val="00D60F4F"/>
    <w:rsid w:val="00DB3634"/>
    <w:rsid w:val="00DB6F33"/>
    <w:rsid w:val="00DC3EFD"/>
    <w:rsid w:val="00E036CD"/>
    <w:rsid w:val="00E2191B"/>
    <w:rsid w:val="00ED1D79"/>
    <w:rsid w:val="00EF44BD"/>
    <w:rsid w:val="00EF6473"/>
    <w:rsid w:val="00F07B5A"/>
    <w:rsid w:val="00F2332B"/>
    <w:rsid w:val="00F74158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56778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67036"/>
    <w:rPr>
      <w:lang w:eastAsia="en-US"/>
    </w:rPr>
  </w:style>
  <w:style w:type="paragraph" w:styleId="Footer">
    <w:name w:val="footer"/>
    <w:basedOn w:val="Normal"/>
    <w:link w:val="FooterChar"/>
    <w:uiPriority w:val="99"/>
    <w:rsid w:val="0056778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67036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67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34</Words>
  <Characters>200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3</cp:revision>
  <dcterms:created xsi:type="dcterms:W3CDTF">2013-12-08T12:52:00Z</dcterms:created>
  <dcterms:modified xsi:type="dcterms:W3CDTF">2014-07-09T14:55:00Z</dcterms:modified>
</cp:coreProperties>
</file>